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3CADFC3C" w:rsidRDefault="00CD6897" w14:paraId="2C4E59F4" w14:textId="77777777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3CADFC3C" w:rsidR="00D8678B">
        <w:rPr>
          <w:rFonts w:ascii="Corbel" w:hAnsi="Corbel"/>
          <w:i/>
          <w:iCs/>
        </w:rPr>
        <w:t xml:space="preserve">Załącznik nr </w:t>
      </w:r>
      <w:r w:rsidRPr="3CADFC3C" w:rsidR="006F31E2">
        <w:rPr>
          <w:rFonts w:ascii="Corbel" w:hAnsi="Corbel"/>
          <w:i/>
          <w:iCs/>
        </w:rPr>
        <w:t>1.5</w:t>
      </w:r>
      <w:r w:rsidRPr="3CADFC3C" w:rsidR="00D8678B">
        <w:rPr>
          <w:rFonts w:ascii="Corbel" w:hAnsi="Corbel"/>
          <w:i/>
          <w:iCs/>
        </w:rPr>
        <w:t xml:space="preserve"> do Zarządzenia</w:t>
      </w:r>
      <w:r w:rsidRPr="3CADFC3C" w:rsidR="002A22BF">
        <w:rPr>
          <w:rFonts w:ascii="Corbel" w:hAnsi="Corbel"/>
          <w:i/>
          <w:iCs/>
        </w:rPr>
        <w:t xml:space="preserve"> Rektora UR</w:t>
      </w:r>
      <w:r w:rsidRPr="3CADFC3C">
        <w:rPr>
          <w:rFonts w:ascii="Corbel" w:hAnsi="Corbel"/>
          <w:i/>
          <w:iCs/>
        </w:rPr>
        <w:t xml:space="preserve"> nr </w:t>
      </w:r>
      <w:r w:rsidRPr="3CADFC3C" w:rsidR="00F17567">
        <w:rPr>
          <w:rFonts w:ascii="Corbel" w:hAnsi="Corbel"/>
          <w:i/>
          <w:iCs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57691" w:rsidR="0085747A" w:rsidP="00EA4832" w:rsidRDefault="0071620A" w14:paraId="6A735ACE" w14:textId="4BC4A6E4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Pr="00284121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AF7695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C17E9E" w:rsidRDefault="00C17E9E" w14:paraId="137E922A" w14:textId="6151C3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F7695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AF7695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D64486B" w14:paraId="191AB8A4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25C93" w:rsidR="0085747A" w:rsidP="009C54AE" w:rsidRDefault="00725C93" w14:paraId="6C9921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Pr="009C54AE" w:rsidR="0085747A" w:rsidTr="2D64486B" w14:paraId="10D57EBB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E71F20" w:rsidRDefault="00284121" w14:paraId="40CBEC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2D64486B" w14:paraId="4E2F8C33" w14:textId="77777777">
        <w:tc>
          <w:tcPr>
            <w:tcW w:w="2694" w:type="dxa"/>
            <w:vAlign w:val="center"/>
          </w:tcPr>
          <w:p w:rsidRPr="009C54AE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D64486B" w14:paraId="729EEB7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0645E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2D64486B" w14:paraId="048482E6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5C93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D64486B" w14:paraId="27F70225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725C93" w:rsidRDefault="0017512A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D64486B" w14:paraId="3A488BE5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D64486B" w14:paraId="5C70B2EB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725C93" w:rsidRDefault="00725C93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D64486B" w14:paraId="60CC448A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5C93" w14:paraId="44EC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2D64486B" w14:paraId="2724D578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725C93" w:rsidRDefault="0017512A" w14:paraId="6FA8B5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2D64486B" w14:paraId="2786482B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3CADFC3C" w:rsidRDefault="67545CDE" w14:paraId="205A1F16" w14:textId="6E2D4B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2D64486B" w:rsidR="44B6A85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2D64486B" w14:paraId="4B5A2D8C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2D64486B" w:rsidRDefault="00725C93" w14:paraId="5D266D29" w14:textId="4FEB01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Pr="009C54AE" w:rsidR="0085747A" w:rsidTr="2D64486B" w14:paraId="0C47E5AC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2D64486B" w:rsidRDefault="00725C93" w14:paraId="3FADCA20" w14:textId="549CE7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725C93" w:rsidTr="00C766DF" w14:paraId="29F56C8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725C93" w:rsidP="008E6576" w:rsidRDefault="00725C93" w14:paraId="78941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E71F20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1D7CE4" w:rsidP="009C54AE" w:rsidRDefault="001D7CE4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3FA3" w:rsidP="00483FA3" w:rsidRDefault="00483FA3" w14:paraId="61197D54" w14:textId="0889AB6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483FA3" w:rsidP="00483FA3" w:rsidRDefault="00483FA3" w14:paraId="29E9F9A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740CDFF" w:rsidRDefault="00E22FBC" w14:paraId="35295C78" w14:textId="6BCA9C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Pr="7740CDFF" w:rsidR="00445970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:rsidR="00725C93" w:rsidP="00725C93" w:rsidRDefault="00725C93" w14:paraId="75860B99" w14:textId="7777777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032D28C" w14:textId="77777777">
        <w:tc>
          <w:tcPr>
            <w:tcW w:w="9670" w:type="dxa"/>
          </w:tcPr>
          <w:p w:rsidRPr="009C54AE" w:rsidR="0085747A" w:rsidP="00957691" w:rsidRDefault="00957691" w14:paraId="69C0C30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740CDFF" w:rsidRDefault="0071620A" w14:paraId="469B63C5" w14:textId="5E6BB509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Pr="7740CDFF" w:rsidR="00A84C85">
        <w:rPr>
          <w:rFonts w:ascii="Corbel" w:hAnsi="Corbel"/>
        </w:rPr>
        <w:t>cele, efekty uczenia się</w:t>
      </w:r>
      <w:r w:rsidRPr="7740CDFF" w:rsidR="0085747A">
        <w:rPr>
          <w:rFonts w:ascii="Corbel" w:hAnsi="Corbel"/>
        </w:rPr>
        <w:t>, treści Programowe i stosowane metody Dydaktyczne</w:t>
      </w:r>
    </w:p>
    <w:p w:rsidRPr="00C05F44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3D4A48C1" w14:paraId="1AE7C7EE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FA326F" w:rsidRDefault="00F51C4A" w14:paraId="234945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Pr="1630F384" w:rsidR="00FA326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Pr="009C54AE" w:rsidR="0085747A" w:rsidTr="3D4A48C1" w14:paraId="54E2C616" w14:textId="77777777">
        <w:tc>
          <w:tcPr>
            <w:tcW w:w="851" w:type="dxa"/>
            <w:vAlign w:val="center"/>
          </w:tcPr>
          <w:p w:rsidRPr="009C54AE" w:rsidR="0085747A" w:rsidP="00F51C4A" w:rsidRDefault="00F51C4A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A82610" w:rsidRDefault="26942876" w14:paraId="2A2BCFE1" w14:textId="4178EE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Pr="3D4A48C1" w:rsidR="6A7B5C87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Pr="3D4A48C1" w:rsidR="0F61158B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Pr="3D4A48C1" w:rsidR="6A7B5C87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3D4A48C1" w:rsidR="7764A449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Pr="009C54AE" w:rsidR="001D7CE4" w:rsidTr="3D4A48C1" w14:paraId="2B383EC5" w14:textId="77777777">
        <w:tc>
          <w:tcPr>
            <w:tcW w:w="851" w:type="dxa"/>
            <w:vAlign w:val="center"/>
          </w:tcPr>
          <w:p w:rsidRPr="009C54AE" w:rsidR="001D7CE4" w:rsidP="00F51C4A" w:rsidRDefault="00A82610" w14:paraId="53C0B3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A326F" w:rsidR="001D7CE4" w:rsidP="00A82610" w:rsidRDefault="5012E57E" w14:paraId="441BBB77" w14:textId="4C2CA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Pr="7740CDFF" w:rsidR="664422F5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:rsidR="2D64486B" w:rsidP="2D64486B" w:rsidRDefault="2D64486B" w14:paraId="564D2D0E" w14:textId="729BBFD3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Pr="009C54AE" w:rsidR="0085747A" w:rsidTr="3D4A48C1" w14:paraId="61F38664" w14:textId="77777777">
        <w:tc>
          <w:tcPr>
            <w:tcW w:w="1701" w:type="dxa"/>
            <w:vAlign w:val="center"/>
          </w:tcPr>
          <w:p w:rsidRPr="009C54AE" w:rsidR="0085747A" w:rsidP="1630F384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Pr="1630F384" w:rsidR="00A84C85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1630F384" w:rsidR="00C05F44">
              <w:rPr>
                <w:rFonts w:ascii="Corbel" w:hAnsi="Corbel"/>
                <w:b w:val="0"/>
                <w:smallCaps w:val="0"/>
              </w:rPr>
              <w:t>efekt uczenia się</w:t>
            </w:r>
            <w:r w:rsidRPr="1630F384" w:rsidR="00B82308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1630F38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Pr="1630F384" w:rsidR="00C05F4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Pr="009C54AE" w:rsidR="0085747A" w:rsidP="7740CDFF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7740CDFF" w:rsidR="0030395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9C54AE" w:rsidR="0085747A" w:rsidTr="3D4A48C1" w14:paraId="67477F36" w14:textId="77777777">
        <w:tc>
          <w:tcPr>
            <w:tcW w:w="1701" w:type="dxa"/>
          </w:tcPr>
          <w:p w:rsidRPr="009C54AE" w:rsidR="0085747A" w:rsidP="1630F384" w:rsidRDefault="0085747A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9C54AE" w:rsidR="0085747A" w:rsidP="3D4A48C1" w:rsidRDefault="1EA5B7E9" w14:paraId="10AA20D3" w14:textId="3FA5DD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3D4A48C1" w:rsidR="342D921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3D4A48C1" w:rsidR="342D9212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Pr="3D4A48C1" w:rsidR="5E8076E4">
              <w:rPr>
                <w:rFonts w:ascii="Corbel" w:hAnsi="Corbel"/>
                <w:b w:val="0"/>
                <w:smallCaps w:val="0"/>
              </w:rPr>
              <w:t>.</w:t>
            </w:r>
            <w:r w:rsidRPr="3D4A48C1" w:rsidR="342D921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:rsidRPr="009C54AE" w:rsidR="0085747A" w:rsidP="0001528C" w:rsidRDefault="0001528C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3D4A48C1" w14:paraId="700E8219" w14:textId="77777777">
        <w:tc>
          <w:tcPr>
            <w:tcW w:w="1701" w:type="dxa"/>
          </w:tcPr>
          <w:p w:rsidRPr="009C54AE" w:rsidR="0085747A" w:rsidP="1630F384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9C54AE" w:rsidR="0085747A" w:rsidP="1630F384" w:rsidRDefault="342D9212" w14:paraId="3A100E2E" w14:textId="66FE06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Pr="1630F384" w:rsidR="4F4CA0BD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:rsidR="00E604FC" w:rsidP="00E604FC" w:rsidRDefault="00E604FC" w14:paraId="2A4E30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E604FC" w:rsidP="00E604FC" w:rsidRDefault="446D9B9E" w14:paraId="6E7232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:rsidRPr="009C54AE" w:rsidR="0085747A" w:rsidP="2D64486B" w:rsidRDefault="0085747A" w14:paraId="1A5D6DC2" w14:textId="1DEA1D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:rsidTr="3D4A48C1" w14:paraId="356646A1" w14:textId="77777777">
        <w:tc>
          <w:tcPr>
            <w:tcW w:w="1701" w:type="dxa"/>
          </w:tcPr>
          <w:p w:rsidR="650CEFEB" w:rsidP="2D64486B" w:rsidRDefault="650CEFEB" w14:paraId="441F1C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:rsidR="2D64486B" w:rsidP="2D64486B" w:rsidRDefault="2D64486B" w14:paraId="5E6C6AEE" w14:textId="218C858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:rsidR="488CC50F" w:rsidP="2D64486B" w:rsidRDefault="488CC50F" w14:paraId="6FF85BAB" w14:textId="52016D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Pr="2D64486B" w:rsidR="1B193B3E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Pr="2D64486B" w:rsidR="15B3D8C0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Pr="2D64486B" w:rsidR="503F5F5A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:rsidR="488CC50F" w:rsidP="2D64486B" w:rsidRDefault="488CC50F" w14:paraId="18CBB7FF" w14:textId="7A3C9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:rsidR="650CEFEB" w:rsidP="2D64486B" w:rsidRDefault="650CEFEB" w14:paraId="42B8F50E" w14:textId="293828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Pr="009C54AE" w:rsidR="0085747A" w:rsidTr="3D4A48C1" w14:paraId="1C7C20C8" w14:textId="77777777">
        <w:trPr>
          <w:trHeight w:val="1635"/>
        </w:trPr>
        <w:tc>
          <w:tcPr>
            <w:tcW w:w="1701" w:type="dxa"/>
          </w:tcPr>
          <w:p w:rsidRPr="009C54AE" w:rsidR="0085747A" w:rsidP="2D64486B" w:rsidRDefault="0085747A" w14:paraId="41960800" w14:textId="29ECE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Pr="2D64486B" w:rsidR="446D9B9E">
              <w:rPr>
                <w:rFonts w:ascii="Corbel" w:hAnsi="Corbel"/>
                <w:b w:val="0"/>
                <w:smallCaps w:val="0"/>
              </w:rPr>
              <w:t>0</w:t>
            </w:r>
            <w:r w:rsidRPr="2D64486B" w:rsidR="1287AA1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:rsidRPr="009C54AE" w:rsidR="0085747A" w:rsidP="1630F384" w:rsidRDefault="342D9212" w14:paraId="02689AE6" w14:textId="3415DE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Pr="1630F384" w:rsidR="2E9F1356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Pr="1630F384" w:rsidR="6D43F887">
              <w:rPr>
                <w:rFonts w:ascii="Corbel" w:hAnsi="Corbel"/>
                <w:b w:val="0"/>
                <w:smallCaps w:val="0"/>
              </w:rPr>
              <w:t>o</w:t>
            </w:r>
            <w:r w:rsidRPr="1630F384" w:rsidR="2E9F1356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Pr="1630F384" w:rsidR="43D04C92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Pr="1630F384" w:rsidR="455754E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630F384" w:rsidR="43D04C92">
              <w:rPr>
                <w:rFonts w:ascii="Corbel" w:hAnsi="Corbel"/>
                <w:b w:val="0"/>
                <w:smallCaps w:val="0"/>
              </w:rPr>
              <w:t>badaniach</w:t>
            </w:r>
            <w:r w:rsidRPr="1630F384" w:rsidR="4B39B92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630F384" w:rsidR="43D04C92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Pr="1630F384" w:rsidR="106077CB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1630F384" w:rsidR="4CEB6D53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Pr="1630F384" w:rsidR="43D04C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9C54AE" w:rsidR="0085747A" w:rsidP="1630F384" w:rsidRDefault="342D9212" w14:paraId="7A64A81D" w14:textId="59FCB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:rsidRPr="009C54AE" w:rsidR="0085747A" w:rsidP="2D64486B" w:rsidRDefault="446D9B9E" w14:paraId="77E00753" w14:textId="423CD1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:rsidRPr="009C54AE" w:rsidR="0085747A" w:rsidP="2D64486B" w:rsidRDefault="0085747A" w14:paraId="0A428CB4" w14:textId="2A157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1061B6" w:rsidP="009C54AE" w:rsidRDefault="001061B6" w14:paraId="4B99056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479E90A0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:rsidRPr="009C54AE" w:rsidR="0085747A" w:rsidP="009C54AE" w:rsidRDefault="0085747A" w14:paraId="1299C43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7740CDFF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375FD" w:rsidTr="7740CDFF" w14:paraId="06F05C5C" w14:textId="77777777">
        <w:tc>
          <w:tcPr>
            <w:tcW w:w="9639" w:type="dxa"/>
          </w:tcPr>
          <w:p w:rsidRPr="009C54AE" w:rsidR="007375FD" w:rsidP="001B2883" w:rsidRDefault="001B2883" w14:paraId="53044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7740CDFF" w14:paraId="16BD8C5B" w14:textId="77777777">
        <w:tc>
          <w:tcPr>
            <w:tcW w:w="9639" w:type="dxa"/>
          </w:tcPr>
          <w:p w:rsidRPr="009C54AE" w:rsidR="0085747A" w:rsidP="009C54AE" w:rsidRDefault="008828DF" w14:paraId="3914FF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Pr="009C54AE" w:rsidR="0085747A" w:rsidTr="7740CDFF" w14:paraId="121E0CA8" w14:textId="77777777">
        <w:tc>
          <w:tcPr>
            <w:tcW w:w="9639" w:type="dxa"/>
          </w:tcPr>
          <w:p w:rsidRPr="009C54AE" w:rsidR="0085747A" w:rsidP="009C54AE" w:rsidRDefault="008828DF" w14:paraId="5BCB0813" w14:textId="494A5D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Pr="7740CDFF" w:rsidR="58C8BE6C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Pr="009C54AE" w:rsidR="0085747A" w:rsidTr="7740CDFF" w14:paraId="40DB66C9" w14:textId="77777777">
        <w:tc>
          <w:tcPr>
            <w:tcW w:w="9639" w:type="dxa"/>
          </w:tcPr>
          <w:p w:rsidRPr="009C54AE" w:rsidR="0085747A" w:rsidP="009C54AE" w:rsidRDefault="008828DF" w14:paraId="5BF679CA" w14:textId="5CD05C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Pr="7740CDFF" w:rsidR="7186BD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828DF" w:rsidTr="7740CDFF" w14:paraId="5826EF6B" w14:textId="77777777">
        <w:tc>
          <w:tcPr>
            <w:tcW w:w="9639" w:type="dxa"/>
          </w:tcPr>
          <w:p w:rsidR="00437876" w:rsidP="009C54AE" w:rsidRDefault="008828DF" w14:paraId="6AF0C1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8828DF" w:rsidR="008828DF" w:rsidP="009C54AE" w:rsidRDefault="008828DF" w14:paraId="58F859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Pr="009C54AE" w:rsidR="008828DF" w:rsidTr="7740CDFF" w14:paraId="0ED071ED" w14:textId="77777777">
        <w:tc>
          <w:tcPr>
            <w:tcW w:w="9639" w:type="dxa"/>
          </w:tcPr>
          <w:p w:rsidRPr="008828DF" w:rsidR="008828DF" w:rsidP="009C54AE" w:rsidRDefault="008828DF" w14:paraId="6DDF1200" w14:textId="7D223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Pr="7740CDFF" w:rsidR="24E90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Pr="009C54AE" w:rsidR="00AC0562" w:rsidTr="7740CDFF" w14:paraId="734369A2" w14:textId="77777777">
        <w:tc>
          <w:tcPr>
            <w:tcW w:w="9639" w:type="dxa"/>
          </w:tcPr>
          <w:p w:rsidRPr="008828DF" w:rsidR="00AC0562" w:rsidP="00C93ABC" w:rsidRDefault="00A462A5" w14:paraId="30FD0D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1630F384" w:rsidRDefault="00AC0562" w14:paraId="45953BF7" w14:textId="46DBC3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Pr="1630F384" w:rsidR="02EABB6C">
        <w:rPr>
          <w:rFonts w:ascii="Corbel" w:hAnsi="Corbel"/>
          <w:b w:val="0"/>
          <w:smallCaps w:val="0"/>
          <w:szCs w:val="24"/>
        </w:rPr>
        <w:t xml:space="preserve"> </w:t>
      </w:r>
      <w:r w:rsidRPr="1630F384" w:rsidR="5011CF1C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Pr="1630F384" w:rsidR="02EABB6C">
        <w:rPr>
          <w:rFonts w:ascii="Corbel" w:hAnsi="Corbel"/>
          <w:b w:val="0"/>
          <w:smallCaps w:val="0"/>
          <w:szCs w:val="24"/>
        </w:rPr>
        <w:t>obejmują rozwiązywanie zadań</w:t>
      </w:r>
      <w:r w:rsidRPr="1630F384" w:rsidR="7D085729">
        <w:rPr>
          <w:rFonts w:ascii="Corbel" w:hAnsi="Corbel"/>
          <w:b w:val="0"/>
          <w:smallCaps w:val="0"/>
          <w:szCs w:val="24"/>
        </w:rPr>
        <w:t xml:space="preserve"> </w:t>
      </w:r>
      <w:r w:rsidRPr="1630F384" w:rsidR="1AFFAEF4">
        <w:rPr>
          <w:rFonts w:ascii="Corbel" w:hAnsi="Corbel"/>
          <w:b w:val="0"/>
          <w:smallCaps w:val="0"/>
          <w:szCs w:val="24"/>
        </w:rPr>
        <w:t>za pomocą prezentowanych metod</w:t>
      </w:r>
      <w:r w:rsidRPr="1630F384" w:rsidR="6D7C08CB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Pr="1630F384" w:rsidR="6A082B19">
        <w:rPr>
          <w:rFonts w:ascii="Corbel" w:hAnsi="Corbel"/>
          <w:b w:val="0"/>
          <w:smallCaps w:val="0"/>
          <w:szCs w:val="24"/>
        </w:rPr>
        <w:t xml:space="preserve"> oraz </w:t>
      </w:r>
      <w:r w:rsidRPr="1630F384" w:rsidR="1F692AAD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Pr="1630F384" w:rsidR="1FED5CCF">
        <w:rPr>
          <w:rFonts w:ascii="Corbel" w:hAnsi="Corbel"/>
          <w:b w:val="0"/>
          <w:smallCaps w:val="0"/>
          <w:szCs w:val="24"/>
        </w:rPr>
        <w:t xml:space="preserve"> </w:t>
      </w:r>
      <w:r w:rsidRPr="1630F384" w:rsidR="6474A642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Pr="1630F384" w:rsidR="466F155E">
        <w:rPr>
          <w:rFonts w:ascii="Corbel" w:hAnsi="Corbel"/>
          <w:b w:val="0"/>
          <w:smallCaps w:val="0"/>
          <w:szCs w:val="24"/>
        </w:rPr>
        <w:t xml:space="preserve">. </w:t>
      </w:r>
    </w:p>
    <w:p w:rsidRPr="009C54AE" w:rsidR="0085747A" w:rsidP="1630F384" w:rsidRDefault="0085747A" w14:paraId="280337A7" w14:textId="24A1F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Pr="009C54AE" w:rsidR="0085747A" w:rsidP="7740CDFF" w:rsidRDefault="00C61DC5" w14:paraId="77FB1868" w14:textId="432175B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Pr="7740CDFF" w:rsidR="0085747A">
        <w:rPr>
          <w:rFonts w:ascii="Corbel" w:hAnsi="Corbel"/>
          <w:smallCaps w:val="0"/>
        </w:rPr>
        <w:t>METODY I KRYTERIA OCENY</w:t>
      </w:r>
    </w:p>
    <w:p w:rsidRPr="009C54AE" w:rsidR="00923D7D" w:rsidP="009C54AE" w:rsidRDefault="00923D7D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3D4A48C1" w14:paraId="3CD72C34" w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AC0562" w:rsidTr="3D4A48C1" w14:paraId="3DBD9565" w14:textId="77777777">
        <w:tc>
          <w:tcPr>
            <w:tcW w:w="1985" w:type="dxa"/>
          </w:tcPr>
          <w:p w:rsidRPr="009C54AE" w:rsidR="00AC0562" w:rsidP="009C54AE" w:rsidRDefault="00AC0562" w14:paraId="173685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603281" w:rsidR="00AC0562" w:rsidP="3D4A48C1" w:rsidRDefault="00AC0562" w14:paraId="6E19D086" w14:textId="3A69B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Pr="3D4A48C1" w:rsidR="12A0723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Pr="3D4A48C1" w:rsidR="539B8630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:rsidRPr="009C54AE" w:rsidR="00AC0562" w:rsidP="00A462A5" w:rsidRDefault="00A462A5" w14:paraId="7F626B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AC0562" w:rsidTr="3D4A48C1" w14:paraId="383F4158" w14:textId="77777777">
        <w:tc>
          <w:tcPr>
            <w:tcW w:w="1985" w:type="dxa"/>
          </w:tcPr>
          <w:p w:rsidRPr="009C54AE" w:rsidR="00AC0562" w:rsidP="009C54AE" w:rsidRDefault="00AC0562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603281" w:rsidR="00AC0562" w:rsidP="3D4A48C1" w:rsidRDefault="00AC0562" w14:paraId="5C62EB6D" w14:textId="410FF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Pr="3D4A48C1" w:rsidR="5901D079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Pr="3D4A48C1" w:rsidR="1822CFA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Pr="3D4A48C1" w:rsidR="5901D0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:rsidRPr="009C54AE" w:rsidR="00AC0562" w:rsidP="00A462A5" w:rsidRDefault="00A462A5" w14:paraId="04C645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:rsidTr="3D4A48C1" w14:paraId="2A2BF1E1" w14:textId="77777777">
        <w:trPr>
          <w:trHeight w:val="300"/>
        </w:trPr>
        <w:tc>
          <w:tcPr>
            <w:tcW w:w="1985" w:type="dxa"/>
          </w:tcPr>
          <w:p w:rsidR="2348D74D" w:rsidP="2D64486B" w:rsidRDefault="2348D74D" w14:paraId="3E7D87C8" w14:textId="6D7B24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:rsidR="1D66730B" w:rsidP="2D64486B" w:rsidRDefault="1D66730B" w14:paraId="3E60F17A" w14:textId="57590D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:rsidR="1D66730B" w:rsidP="2D64486B" w:rsidRDefault="1D66730B" w14:paraId="7A0C0F30" w14:textId="5BC3E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9C54AE" w:rsidR="00A462A5" w:rsidTr="3D4A48C1" w14:paraId="7024DC7E" w14:textId="77777777">
        <w:tc>
          <w:tcPr>
            <w:tcW w:w="1985" w:type="dxa"/>
          </w:tcPr>
          <w:p w:rsidRPr="009C54AE" w:rsidR="00A462A5" w:rsidP="2D64486B" w:rsidRDefault="25DECE87" w14:paraId="17267E2A" w14:textId="5B00A45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Pr="2D64486B" w:rsidR="10F104F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:rsidRPr="00603281" w:rsidR="00A462A5" w:rsidP="3D4A48C1" w:rsidRDefault="2C0B486C" w14:paraId="42EF6ACD" w14:textId="193C8F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D4A48C1" w:rsidR="624F3BE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3D4A48C1" w:rsidR="12A0723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3D4A48C1" w:rsidR="704FF23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:rsidRPr="009C54AE" w:rsidR="00A462A5" w:rsidP="00A462A5" w:rsidRDefault="00A462A5" w14:paraId="23CA83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Pr="009C54AE" w:rsidR="00923D7D" w:rsidP="009C54AE" w:rsidRDefault="00923D7D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4CE0A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630F384" w14:paraId="18F566D8" w14:textId="77777777">
        <w:tc>
          <w:tcPr>
            <w:tcW w:w="9670" w:type="dxa"/>
          </w:tcPr>
          <w:p w:rsidRPr="00A462A5" w:rsidR="00A462A5" w:rsidP="1630F384" w:rsidRDefault="5DB4DF20" w14:paraId="65F98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:rsidRPr="00A462A5" w:rsidR="00A462A5" w:rsidP="1630F384" w:rsidRDefault="5DB4DF20" w14:paraId="450D86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Pr="1630F384" w:rsidR="39AFFAF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:rsidRPr="00A462A5" w:rsidR="00A462A5" w:rsidP="1630F384" w:rsidRDefault="1E14D8DE" w14:paraId="00A3EA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Pr="1630F384" w:rsidR="5DB4DF20">
              <w:rPr>
                <w:rFonts w:ascii="Corbel" w:hAnsi="Corbel"/>
                <w:b w:val="0"/>
                <w:smallCaps w:val="0"/>
              </w:rPr>
              <w:t>Egzamin:</w:t>
            </w:r>
          </w:p>
          <w:p w:rsidR="0085747A" w:rsidP="1630F384" w:rsidRDefault="4ED952A8" w14:paraId="1FA6A59C" w14:textId="76B463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:rsidR="0085747A" w:rsidP="1630F384" w:rsidRDefault="4ED952A8" w14:paraId="5C3436F6" w14:textId="7052B0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Pr="1630F384" w:rsidR="7F01DD0D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Pr="1630F384" w:rsidR="3301F94D">
              <w:rPr>
                <w:rFonts w:ascii="Corbel" w:hAnsi="Corbel"/>
                <w:b w:val="0"/>
                <w:smallCaps w:val="0"/>
              </w:rPr>
              <w:t>zestaw pytań</w:t>
            </w:r>
            <w:r w:rsidRPr="1630F384" w:rsidR="5954A4AE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Pr="1630F384" w:rsidR="3301F94D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:rsidRPr="009C54AE" w:rsidR="00ED6BE4" w:rsidP="1630F384" w:rsidRDefault="4CA92645" w14:paraId="2669A290" w14:textId="0ED896CA">
            <w:pPr>
              <w:pStyle w:val="Punktygwne"/>
              <w:spacing w:before="0" w:after="0"/>
              <w:rPr>
                <w:rFonts w:ascii="Corbel" w:hAnsi="Corbel" w:eastAsia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hAnsi="Corbel" w:eastAsia="Corbel" w:cs="Corbel"/>
                <w:sz w:val="22"/>
              </w:rPr>
              <w:t>.</w:t>
            </w:r>
          </w:p>
        </w:tc>
      </w:tr>
    </w:tbl>
    <w:p w:rsidRPr="009C54AE" w:rsidR="0085747A" w:rsidP="1630F384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Pr="009C54AE" w:rsidR="009F4610" w:rsidP="1630F384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Pr="1630F384" w:rsidR="00C61DC5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105276" w:rsidTr="00CE1692" w14:paraId="33247FDA" w14:textId="77777777">
        <w:tc>
          <w:tcPr>
            <w:tcW w:w="4962" w:type="dxa"/>
          </w:tcPr>
          <w:p w:rsidRPr="009C54AE" w:rsidR="00105276" w:rsidP="009C54AE" w:rsidRDefault="00105276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105276" w14:paraId="60DA321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105276" w:rsidTr="00CE1692" w14:paraId="370080A6" w14:textId="77777777">
        <w:tc>
          <w:tcPr>
            <w:tcW w:w="4962" w:type="dxa"/>
          </w:tcPr>
          <w:p w:rsidRPr="009C54AE" w:rsidR="00105276" w:rsidP="009C54AE" w:rsidRDefault="00105276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105276" w:rsidP="009C54AE" w:rsidRDefault="00105276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CE1692" w14:paraId="44240AAE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105276" w:rsidTr="00CE1692" w14:paraId="420E67F0" w14:textId="77777777">
        <w:tc>
          <w:tcPr>
            <w:tcW w:w="4962" w:type="dxa"/>
          </w:tcPr>
          <w:p w:rsidRPr="009C54AE" w:rsidR="00105276" w:rsidP="00E71F20" w:rsidRDefault="00105276" w14:paraId="5D1F17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E71F20" w14:paraId="46DE38F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105276" w:rsidTr="00CE1692" w14:paraId="20B8E38B" w14:textId="77777777">
        <w:tc>
          <w:tcPr>
            <w:tcW w:w="4962" w:type="dxa"/>
          </w:tcPr>
          <w:p w:rsidRPr="009C54AE" w:rsidR="00105276" w:rsidP="009C54AE" w:rsidRDefault="00105276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E71F20" w14:paraId="0CCF700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105276" w:rsidTr="00CE1692" w14:paraId="6B7A9073" w14:textId="77777777">
        <w:tc>
          <w:tcPr>
            <w:tcW w:w="4962" w:type="dxa"/>
          </w:tcPr>
          <w:p w:rsidRPr="009C54AE" w:rsidR="00105276" w:rsidP="009C54AE" w:rsidRDefault="00105276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E71F20" w14:paraId="279935FF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C17E9E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C17E9E" w:rsidRDefault="00C17E9E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17E9E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C17E9E" w:rsidRDefault="00C17E9E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B6993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9C1B2C9" w14:paraId="5D362BC5" w14:textId="77777777">
        <w:trPr>
          <w:trHeight w:val="397"/>
        </w:trPr>
        <w:tc>
          <w:tcPr>
            <w:tcW w:w="5000" w:type="pct"/>
            <w:tcMar/>
          </w:tcPr>
          <w:p w:rsidR="009E5E07" w:rsidP="009E5E07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E1692" w:rsidR="00CE1692" w:rsidP="00483FA3" w:rsidRDefault="00CE1692" w14:paraId="412778FB" w14:textId="6F880D2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 M., Metody ilościowe w badaniach marketingowych, Wydawnictwo naukowe PWN, Warszawa 2012.</w:t>
            </w:r>
          </w:p>
          <w:p w:rsidR="00CE1692" w:rsidP="00483FA3" w:rsidRDefault="00CE1692" w14:paraId="6220D76A" w14:textId="6FCAD4B7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:rsidRPr="009C54AE" w:rsidR="00CE1692" w:rsidP="00483FA3" w:rsidRDefault="00CE1692" w14:paraId="2A89EB17" w14:textId="5B4984C8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Pr="752767E4" w:rsidR="00C17E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Pr="009C54AE" w:rsidR="0085747A" w:rsidTr="09C1B2C9" w14:paraId="5E540F6C" w14:textId="77777777">
        <w:trPr>
          <w:trHeight w:val="1860"/>
        </w:trPr>
        <w:tc>
          <w:tcPr>
            <w:tcW w:w="5000" w:type="pct"/>
            <w:tcMar/>
          </w:tcPr>
          <w:p w:rsidR="0085747A" w:rsidP="1630F384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CE1692" w:rsidP="00483FA3" w:rsidRDefault="0A03DD42" w14:paraId="2A49B98C" w14:textId="02717DC2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 M., Metody analizy danych marketingowych, PWN, Warszawa 2002.</w:t>
            </w:r>
          </w:p>
          <w:p w:rsidRPr="00CE1692" w:rsidR="00CE1692" w:rsidP="00483FA3" w:rsidRDefault="0A03DD42" w14:paraId="37C7423C" w14:textId="28D9D0BD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:rsidRPr="00483FA3" w:rsidR="00CE1692" w:rsidP="00483FA3" w:rsidRDefault="316C8A10" w14:paraId="55EEDED1" w14:textId="5E857856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9C1B2C9" w:rsidR="316C8A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Wojnar J., Zmiany w poziomie wykorzystania technologii ICT przez przedsiębiorstwa w             Polsce - ujęcie regionalne, Informacyjne uwarunkowania rozwoju przedsiębiorstw</w:t>
            </w:r>
            <w:r w:rsidRPr="09C1B2C9" w:rsidR="21E0729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09C1B2C9" w:rsidR="47F81AC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i</w:t>
            </w:r>
            <w:r w:rsidRPr="09C1B2C9" w:rsidR="237FA56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09C1B2C9" w:rsidR="100BFE5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</w:t>
            </w:r>
            <w:r w:rsidRPr="09C1B2C9" w:rsidR="316C8A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ospodarki. Wyzwania i perspektywy, Rzeszów: Wyd. Uniwersytetu Rzeszowskiego, 2020</w:t>
            </w:r>
            <w:r w:rsidRPr="09C1B2C9" w:rsidR="174D09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</w:t>
            </w:r>
            <w:r w:rsidRPr="09C1B2C9" w:rsidR="505E746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09C1B2C9" w:rsidR="316C8A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s. 83-101.</w:t>
            </w:r>
            <w:r w:rsidRPr="09C1B2C9" w:rsidR="685F379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1630F384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Pr="009C54AE" w:rsidR="0085747A" w:rsidP="1630F384" w:rsidRDefault="0085747A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Pr="009C54AE" w:rsidR="0085747A" w:rsidP="1630F384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F684E" w:rsidP="00C16ABF" w:rsidRDefault="00FF684E" w14:paraId="38096FB5" w14:textId="77777777">
      <w:pPr>
        <w:spacing w:after="0" w:line="240" w:lineRule="auto"/>
      </w:pPr>
      <w:r>
        <w:separator/>
      </w:r>
    </w:p>
  </w:endnote>
  <w:endnote w:type="continuationSeparator" w:id="0">
    <w:p w:rsidR="00FF684E" w:rsidP="00C16ABF" w:rsidRDefault="00FF684E" w14:paraId="2CBE2E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F684E" w:rsidP="00C16ABF" w:rsidRDefault="00FF684E" w14:paraId="512DBB47" w14:textId="77777777">
      <w:pPr>
        <w:spacing w:after="0" w:line="240" w:lineRule="auto"/>
      </w:pPr>
      <w:r>
        <w:separator/>
      </w:r>
    </w:p>
  </w:footnote>
  <w:footnote w:type="continuationSeparator" w:id="0">
    <w:p w:rsidR="00FF684E" w:rsidP="00C16ABF" w:rsidRDefault="00FF684E" w14:paraId="7477516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hint="default" w:ascii="&quot;Corbel&quot;,&quot;sans-serif&quot;" w:hAnsi="&quot;Corbel&quot;,&quot;sans-serif&quot;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769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0FF684E"/>
    <w:rsid w:val="0202C368"/>
    <w:rsid w:val="02A33440"/>
    <w:rsid w:val="02EABB6C"/>
    <w:rsid w:val="02ED888D"/>
    <w:rsid w:val="035CFDD2"/>
    <w:rsid w:val="044CEBAA"/>
    <w:rsid w:val="09449310"/>
    <w:rsid w:val="09C1B2C9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83FA3"/>
  </w:style>
  <w:style w:type="character" w:styleId="spellingerror" w:customStyle="1">
    <w:name w:val="spellingerror"/>
    <w:basedOn w:val="Domylnaczcionkaakapitu"/>
    <w:rsid w:val="00483FA3"/>
  </w:style>
  <w:style w:type="character" w:styleId="eop" w:customStyle="1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B8B69-85F1-4C28-B793-A8C6620DF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B2AE1E-4378-4206-8391-CCA95323E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Wojnar Jolanta</lastModifiedBy>
  <revision>24</revision>
  <lastPrinted>2019-02-06T12:12:00.0000000Z</lastPrinted>
  <dcterms:created xsi:type="dcterms:W3CDTF">2020-10-25T21:20:00.0000000Z</dcterms:created>
  <dcterms:modified xsi:type="dcterms:W3CDTF">2020-12-10T20:59:45.7981044Z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